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6375F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03BBA" w:rsidRPr="00A03BB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03BBA" w:rsidRPr="00A03BBA">
        <w:rPr>
          <w:rFonts w:ascii="Times New Roman" w:eastAsia="Times New Roman" w:hAnsi="Times New Roman"/>
          <w:b/>
          <w:sz w:val="24"/>
          <w:szCs w:val="20"/>
          <w:lang w:eastAsia="pl-PL"/>
        </w:rPr>
        <w:t>BP.271.6.2019.BS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A03BBA" w:rsidRPr="00A03BB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A03BB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03BBA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Nowowiejskiego w Śremie - etap II (km 0+000-0+230)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F2" w:rsidRDefault="005D30F2" w:rsidP="00025386">
      <w:pPr>
        <w:spacing w:after="0" w:line="240" w:lineRule="auto"/>
      </w:pPr>
      <w:r>
        <w:separator/>
      </w:r>
    </w:p>
  </w:endnote>
  <w:endnote w:type="continuationSeparator" w:id="0">
    <w:p w:rsidR="005D30F2" w:rsidRDefault="005D30F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BA" w:rsidRDefault="00A03B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375F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A20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A20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BA" w:rsidRDefault="00A03B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F2" w:rsidRDefault="005D30F2" w:rsidP="00025386">
      <w:pPr>
        <w:spacing w:after="0" w:line="240" w:lineRule="auto"/>
      </w:pPr>
      <w:r>
        <w:separator/>
      </w:r>
    </w:p>
  </w:footnote>
  <w:footnote w:type="continuationSeparator" w:id="0">
    <w:p w:rsidR="005D30F2" w:rsidRDefault="005D30F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BA" w:rsidRDefault="00A03B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BA" w:rsidRDefault="00A03B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BA" w:rsidRDefault="00A03B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F2"/>
    <w:rsid w:val="00025386"/>
    <w:rsid w:val="00101B40"/>
    <w:rsid w:val="001C2314"/>
    <w:rsid w:val="003C30EF"/>
    <w:rsid w:val="005624D8"/>
    <w:rsid w:val="005A0158"/>
    <w:rsid w:val="005D30F2"/>
    <w:rsid w:val="006375F0"/>
    <w:rsid w:val="0069796D"/>
    <w:rsid w:val="008E405A"/>
    <w:rsid w:val="008F2498"/>
    <w:rsid w:val="00A03BBA"/>
    <w:rsid w:val="00A56A6F"/>
    <w:rsid w:val="00BA2059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2019-01-31T09:55:00Z</dcterms:created>
  <dcterms:modified xsi:type="dcterms:W3CDTF">2019-01-31T09:55:00Z</dcterms:modified>
</cp:coreProperties>
</file>